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8AB" w:rsidRDefault="009128AB" w:rsidP="003A77EF">
      <w:pPr>
        <w:rPr>
          <w:rFonts w:ascii="Times New Roman" w:hAnsi="Times New Roman"/>
          <w:b/>
          <w:sz w:val="28"/>
          <w:szCs w:val="28"/>
        </w:rPr>
      </w:pPr>
      <w:r w:rsidRPr="003A77EF">
        <w:rPr>
          <w:rFonts w:ascii="Times New Roman" w:hAnsi="Times New Roman"/>
          <w:b/>
          <w:sz w:val="28"/>
          <w:szCs w:val="28"/>
        </w:rPr>
        <w:t>Is Pearly Penile Papules a Contagious Disease?</w:t>
      </w:r>
    </w:p>
    <w:p w:rsidR="009128AB" w:rsidRDefault="009128AB" w:rsidP="003A77EF">
      <w:pPr>
        <w:rPr>
          <w:rFonts w:ascii="Times New Roman" w:hAnsi="Times New Roman"/>
          <w:sz w:val="24"/>
          <w:szCs w:val="24"/>
        </w:rPr>
      </w:pPr>
      <w:r>
        <w:rPr>
          <w:rFonts w:ascii="Times New Roman" w:hAnsi="Times New Roman"/>
          <w:sz w:val="24"/>
          <w:szCs w:val="24"/>
        </w:rPr>
        <w:t xml:space="preserve">Pearly penile papules is a disease which affects a large share of men population. Well known for its little bumps situated on the top of the penis, pearly penile papules or </w:t>
      </w:r>
      <w:r w:rsidRPr="006152D4">
        <w:rPr>
          <w:rFonts w:ascii="Times New Roman" w:hAnsi="Times New Roman"/>
          <w:i/>
          <w:sz w:val="24"/>
          <w:szCs w:val="24"/>
        </w:rPr>
        <w:t>Hirsuties Papillaris Genitalis</w:t>
      </w:r>
      <w:r>
        <w:rPr>
          <w:rFonts w:ascii="Times New Roman" w:hAnsi="Times New Roman"/>
          <w:sz w:val="24"/>
          <w:szCs w:val="24"/>
        </w:rPr>
        <w:t xml:space="preserve">as it is known in the medical world, is one of those conditions which affect more men’s self-esteem and pride than it actually harms the part of the body where is situated. One reason for which men are highly terrified about this disease is the fact that their partners may see the little bumps and refuse to have any sexual activity with them until those little bumps will go away. </w:t>
      </w:r>
    </w:p>
    <w:p w:rsidR="009128AB" w:rsidRDefault="009128AB" w:rsidP="003A77EF">
      <w:pPr>
        <w:rPr>
          <w:rFonts w:ascii="Times New Roman" w:hAnsi="Times New Roman"/>
          <w:sz w:val="24"/>
          <w:szCs w:val="24"/>
        </w:rPr>
      </w:pPr>
      <w:r>
        <w:rPr>
          <w:rFonts w:ascii="Times New Roman" w:hAnsi="Times New Roman"/>
          <w:sz w:val="24"/>
          <w:szCs w:val="24"/>
        </w:rPr>
        <w:t xml:space="preserve">There is nothing more “painful” for a man than being laughed at or avoided because of some condition their penis has. This is why, if you suffer from penile papules you will want to get rid of them as soon as possible, but until then you will also want your partner to know what exactly is this condition all about. The first thing you and your partner have to be aware is that these papules are not contagious. Because it is a skin condition characteristic to men and has no connection with the STD, the pearly penile papules will not be transmitted through sexual intercourse or any other way. In fact, there is no way through which these small bumps will be transmitted from one partner to another. </w:t>
      </w:r>
    </w:p>
    <w:p w:rsidR="009128AB" w:rsidRDefault="009128AB" w:rsidP="003A77EF">
      <w:pPr>
        <w:rPr>
          <w:rFonts w:ascii="Times New Roman" w:hAnsi="Times New Roman"/>
          <w:sz w:val="24"/>
          <w:szCs w:val="24"/>
        </w:rPr>
      </w:pPr>
      <w:r>
        <w:rPr>
          <w:rFonts w:ascii="Times New Roman" w:hAnsi="Times New Roman"/>
          <w:sz w:val="24"/>
          <w:szCs w:val="24"/>
        </w:rPr>
        <w:t xml:space="preserve">To understand it better, let’s make a simple comparison with acne. Both of them are skin conditions and as you will know, acne is not a contagious condition, well neither are those little bumps. Even though their nature is not the same and the consistence of the bumps present in acne and in pearly penile papules are not the same, this is a good comparison in order for you or your partner to understand better what pearly penile papules are. </w:t>
      </w:r>
    </w:p>
    <w:p w:rsidR="009128AB" w:rsidRDefault="009128AB" w:rsidP="003A77EF">
      <w:pPr>
        <w:rPr>
          <w:rFonts w:ascii="Times New Roman" w:hAnsi="Times New Roman"/>
          <w:sz w:val="24"/>
          <w:szCs w:val="24"/>
        </w:rPr>
      </w:pPr>
      <w:r>
        <w:rPr>
          <w:rFonts w:ascii="Times New Roman" w:hAnsi="Times New Roman"/>
          <w:sz w:val="24"/>
          <w:szCs w:val="24"/>
        </w:rPr>
        <w:t xml:space="preserve">Only by making it clear to yourself and your partner that pearly penile papules is not a contagious disease will you be able to make progresses in ignoring this condition and move on with your sexual life as if nothing happened. So, even though it may take a little time to get used with the idea that the papules will be there for a period of time, you still know for sure that they will not affect, in any way your partner. </w:t>
      </w:r>
    </w:p>
    <w:p w:rsidR="009128AB" w:rsidRDefault="009128AB" w:rsidP="003A77EF">
      <w:pPr>
        <w:rPr>
          <w:rFonts w:ascii="Times New Roman" w:hAnsi="Times New Roman"/>
          <w:sz w:val="24"/>
          <w:szCs w:val="24"/>
        </w:rPr>
      </w:pPr>
      <w:r>
        <w:rPr>
          <w:rFonts w:ascii="Times New Roman" w:hAnsi="Times New Roman"/>
          <w:sz w:val="24"/>
          <w:szCs w:val="24"/>
        </w:rPr>
        <w:t>Resource box:</w:t>
      </w:r>
    </w:p>
    <w:p w:rsidR="009128AB" w:rsidRDefault="009128AB" w:rsidP="003A77EF">
      <w:pPr>
        <w:rPr>
          <w:rFonts w:ascii="Times New Roman" w:hAnsi="Times New Roman"/>
          <w:sz w:val="24"/>
          <w:szCs w:val="24"/>
        </w:rPr>
      </w:pPr>
      <w:r>
        <w:rPr>
          <w:rFonts w:ascii="Times New Roman" w:hAnsi="Times New Roman"/>
          <w:sz w:val="24"/>
          <w:szCs w:val="24"/>
        </w:rPr>
        <w:t xml:space="preserve">Even though it is not a contagious disease, pearly penile papules is not a condition with which you want to live with all your life. </w:t>
      </w:r>
      <w:r w:rsidRPr="008C33E7">
        <w:rPr>
          <w:rFonts w:ascii="Times New Roman" w:hAnsi="Times New Roman"/>
          <w:sz w:val="24"/>
          <w:szCs w:val="24"/>
        </w:rPr>
        <w:t>&lt;a href="http://www.pearlypapulesremoval.com"&gt;Click Here...&lt;/a&gt;</w:t>
      </w:r>
      <w:r>
        <w:rPr>
          <w:rFonts w:ascii="Times New Roman" w:hAnsi="Times New Roman"/>
          <w:sz w:val="24"/>
          <w:szCs w:val="24"/>
        </w:rPr>
        <w:t xml:space="preserve"> to find out a simple, yet highly effective method which will get those bumps of your little friend for</w:t>
      </w:r>
      <w:bookmarkStart w:id="0" w:name="_GoBack"/>
      <w:bookmarkEnd w:id="0"/>
      <w:r>
        <w:rPr>
          <w:rFonts w:ascii="Times New Roman" w:hAnsi="Times New Roman"/>
          <w:sz w:val="24"/>
          <w:szCs w:val="24"/>
        </w:rPr>
        <w:t xml:space="preserve">ever. </w:t>
      </w:r>
    </w:p>
    <w:p w:rsidR="009128AB" w:rsidRPr="008C33E7" w:rsidRDefault="009128AB" w:rsidP="003A77EF">
      <w:pPr>
        <w:rPr>
          <w:rFonts w:ascii="Times New Roman" w:hAnsi="Times New Roman"/>
          <w:sz w:val="24"/>
          <w:szCs w:val="24"/>
        </w:rPr>
      </w:pPr>
      <w:r w:rsidRPr="008C33E7">
        <w:rPr>
          <w:rFonts w:ascii="Times New Roman" w:hAnsi="Times New Roman"/>
          <w:sz w:val="24"/>
          <w:szCs w:val="24"/>
        </w:rPr>
        <w:t>&lt;a href="http://www.pearlypapulesremoval.com"&gt;Pearly Papules Removal&lt;/a&gt;</w:t>
      </w:r>
    </w:p>
    <w:p w:rsidR="009128AB" w:rsidRDefault="009128AB"/>
    <w:sectPr w:rsidR="009128AB" w:rsidSect="003A77EF">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7EF"/>
    <w:rsid w:val="002F61F7"/>
    <w:rsid w:val="003A77EF"/>
    <w:rsid w:val="004D5E34"/>
    <w:rsid w:val="006152D4"/>
    <w:rsid w:val="008C33E7"/>
    <w:rsid w:val="009128AB"/>
    <w:rsid w:val="009E7F9A"/>
    <w:rsid w:val="00A040CB"/>
    <w:rsid w:val="00B13713"/>
    <w:rsid w:val="00C13D96"/>
    <w:rsid w:val="00C95C20"/>
    <w:rsid w:val="00F74FE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1F7"/>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A77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Pages>
  <Words>388</Words>
  <Characters>2215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11</cp:revision>
  <dcterms:created xsi:type="dcterms:W3CDTF">2010-06-18T08:09:00Z</dcterms:created>
  <dcterms:modified xsi:type="dcterms:W3CDTF">2010-06-22T16:56:00Z</dcterms:modified>
</cp:coreProperties>
</file>